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96678E">
        <w:rPr>
          <w:rFonts w:ascii="Arial" w:hAnsi="Arial" w:cs="Arial"/>
          <w:b/>
          <w:color w:val="76923C" w:themeColor="accent3" w:themeShade="BF"/>
          <w:sz w:val="28"/>
          <w:szCs w:val="28"/>
        </w:rPr>
        <w:t>CARTES D'ANIMAUX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96678E" w:rsidRDefault="000E4464" w:rsidP="0096678E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6678E" w:rsidRPr="0096678E">
        <w:rPr>
          <w:rFonts w:ascii="Arial" w:hAnsi="Arial" w:cs="Arial"/>
        </w:rPr>
        <w:t>PDF "règle du jeu"</w:t>
      </w:r>
    </w:p>
    <w:p w:rsidR="0096678E" w:rsidRDefault="0096678E" w:rsidP="0096678E">
      <w:pPr>
        <w:spacing w:after="0"/>
        <w:ind w:left="2124"/>
        <w:jc w:val="both"/>
        <w:rPr>
          <w:rFonts w:ascii="Arial" w:hAnsi="Arial" w:cs="Arial"/>
        </w:rPr>
      </w:pPr>
      <w:r w:rsidRPr="0096678E">
        <w:rPr>
          <w:rFonts w:ascii="Arial" w:hAnsi="Arial" w:cs="Arial"/>
        </w:rPr>
        <w:t>PDF "cartes d'animaux"</w:t>
      </w:r>
    </w:p>
    <w:p w:rsidR="0096678E" w:rsidRDefault="0096678E" w:rsidP="0096678E">
      <w:pPr>
        <w:spacing w:after="0"/>
        <w:ind w:left="2124"/>
        <w:jc w:val="both"/>
        <w:rPr>
          <w:rFonts w:ascii="Arial" w:hAnsi="Arial" w:cs="Arial"/>
        </w:rPr>
      </w:pPr>
      <w:r w:rsidRPr="0096678E">
        <w:rPr>
          <w:rFonts w:ascii="Arial" w:hAnsi="Arial" w:cs="Arial"/>
        </w:rPr>
        <w:t>Une table</w:t>
      </w:r>
    </w:p>
    <w:p w:rsidR="0096678E" w:rsidRDefault="0096678E" w:rsidP="0096678E">
      <w:pPr>
        <w:spacing w:after="0"/>
        <w:ind w:left="2124"/>
        <w:jc w:val="both"/>
        <w:rPr>
          <w:rFonts w:ascii="Arial" w:hAnsi="Arial" w:cs="Arial"/>
        </w:rPr>
      </w:pPr>
      <w:r w:rsidRPr="0096678E">
        <w:rPr>
          <w:rFonts w:ascii="Arial" w:hAnsi="Arial" w:cs="Arial"/>
        </w:rPr>
        <w:t xml:space="preserve">Des chaises (autant de chaises que d'élèves + 1 pour l'adulte) </w:t>
      </w:r>
    </w:p>
    <w:p w:rsidR="0096678E" w:rsidRPr="0096678E" w:rsidRDefault="0096678E" w:rsidP="0096678E">
      <w:pPr>
        <w:spacing w:after="0"/>
        <w:ind w:left="2124"/>
        <w:jc w:val="both"/>
        <w:rPr>
          <w:rFonts w:ascii="Arial" w:hAnsi="Arial" w:cs="Arial"/>
        </w:rPr>
      </w:pPr>
      <w:r w:rsidRPr="0096678E">
        <w:rPr>
          <w:rFonts w:ascii="Arial" w:hAnsi="Arial" w:cs="Arial"/>
        </w:rPr>
        <w:t>Un ciseau pour découper les cartes d'animaux</w:t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7E2C60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00291E" w:rsidRDefault="0000291E" w:rsidP="00E01E39">
      <w:pPr>
        <w:ind w:left="720"/>
        <w:jc w:val="both"/>
        <w:rPr>
          <w:rFonts w:ascii="Arial" w:hAnsi="Arial" w:cs="Arial"/>
          <w:b/>
        </w:rPr>
      </w:pPr>
      <w:r w:rsidRPr="0000291E">
        <w:rPr>
          <w:rFonts w:ascii="Arial" w:hAnsi="Arial" w:cs="Arial"/>
          <w:b/>
        </w:rPr>
        <w:t>Apprendre quelques noms d'animaux dans une langue étrangère.</w:t>
      </w:r>
    </w:p>
    <w:p w:rsidR="004B3F3D" w:rsidRPr="00177EC9" w:rsidRDefault="000E4464" w:rsidP="007E2C60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7E2C60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00291E" w:rsidRPr="00E01E39" w:rsidRDefault="00F33CE2" w:rsidP="007E2C6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Présenter </w:t>
      </w:r>
      <w:r w:rsidR="0000291E" w:rsidRPr="0000291E">
        <w:rPr>
          <w:rFonts w:ascii="Arial" w:hAnsi="Arial" w:cs="Arial"/>
          <w:b/>
        </w:rPr>
        <w:t>les noms des animaux dans la langue choisie</w:t>
      </w:r>
      <w:r w:rsidR="0000291E">
        <w:rPr>
          <w:rFonts w:ascii="Arial" w:hAnsi="Arial" w:cs="Arial"/>
          <w:b/>
        </w:rPr>
        <w:t xml:space="preserve"> par l'adulte. </w:t>
      </w:r>
      <w:r w:rsidR="0000291E" w:rsidRPr="00E01E39">
        <w:rPr>
          <w:rFonts w:ascii="Arial" w:hAnsi="Arial" w:cs="Arial"/>
          <w:b/>
        </w:rPr>
        <w:t xml:space="preserve">(Possibilité de parler du rôle de ces animaux dans le pays d'origine.) </w:t>
      </w:r>
    </w:p>
    <w:p w:rsidR="0000291E" w:rsidRPr="0000291E" w:rsidRDefault="0000291E" w:rsidP="007E2C60">
      <w:pPr>
        <w:pStyle w:val="Paragraphedeliste"/>
        <w:jc w:val="both"/>
        <w:rPr>
          <w:rFonts w:ascii="Arial" w:hAnsi="Arial" w:cs="Arial"/>
          <w:b/>
          <w:i/>
        </w:rPr>
      </w:pPr>
    </w:p>
    <w:p w:rsidR="0000291E" w:rsidRPr="0000291E" w:rsidRDefault="00877E8B" w:rsidP="007E2C6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Chaque élève</w:t>
      </w:r>
      <w:r w:rsidR="0000291E" w:rsidRPr="0000291E">
        <w:rPr>
          <w:rFonts w:ascii="Arial" w:hAnsi="Arial" w:cs="Arial"/>
          <w:b/>
        </w:rPr>
        <w:t xml:space="preserve"> pioche à tour de rôle une carte contenant un animal et prononce son nom dans la langue définie par l'a</w:t>
      </w:r>
      <w:r>
        <w:rPr>
          <w:rFonts w:ascii="Arial" w:hAnsi="Arial" w:cs="Arial"/>
          <w:b/>
        </w:rPr>
        <w:t>dulte</w:t>
      </w:r>
      <w:r w:rsidR="0000291E" w:rsidRPr="0000291E">
        <w:rPr>
          <w:rFonts w:ascii="Arial" w:hAnsi="Arial" w:cs="Arial"/>
          <w:b/>
        </w:rPr>
        <w:t>.</w:t>
      </w:r>
    </w:p>
    <w:p w:rsidR="004B3F3D" w:rsidRPr="0000291E" w:rsidRDefault="004B3F3D" w:rsidP="007E2C60">
      <w:pPr>
        <w:pStyle w:val="Paragraphedeliste"/>
        <w:jc w:val="both"/>
        <w:rPr>
          <w:rFonts w:ascii="Arial" w:hAnsi="Arial" w:cs="Arial"/>
          <w:b/>
        </w:rPr>
      </w:pPr>
      <w:bookmarkStart w:id="0" w:name="_GoBack"/>
      <w:bookmarkEnd w:id="0"/>
    </w:p>
    <w:sectPr w:rsidR="004B3F3D" w:rsidRPr="0000291E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248F1"/>
    <w:multiLevelType w:val="hybridMultilevel"/>
    <w:tmpl w:val="28325D08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84653"/>
    <w:multiLevelType w:val="hybridMultilevel"/>
    <w:tmpl w:val="11683B34"/>
    <w:lvl w:ilvl="0" w:tplc="0B2287C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0291E"/>
    <w:rsid w:val="000E4464"/>
    <w:rsid w:val="00177EC9"/>
    <w:rsid w:val="001A4A00"/>
    <w:rsid w:val="003F707B"/>
    <w:rsid w:val="004163C9"/>
    <w:rsid w:val="004A3EDD"/>
    <w:rsid w:val="004B3F3D"/>
    <w:rsid w:val="00507F03"/>
    <w:rsid w:val="00687DE3"/>
    <w:rsid w:val="00765FC4"/>
    <w:rsid w:val="007E2C60"/>
    <w:rsid w:val="00877E8B"/>
    <w:rsid w:val="0096678E"/>
    <w:rsid w:val="00B431DF"/>
    <w:rsid w:val="00C113DD"/>
    <w:rsid w:val="00C45E62"/>
    <w:rsid w:val="00D61C79"/>
    <w:rsid w:val="00DF5E50"/>
    <w:rsid w:val="00E01E39"/>
    <w:rsid w:val="00F3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29CBCB64.dotm</Template>
  <TotalTime>0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De Matteis Yves (DSE)</cp:lastModifiedBy>
  <cp:revision>2</cp:revision>
  <dcterms:created xsi:type="dcterms:W3CDTF">2019-07-23T13:36:00Z</dcterms:created>
  <dcterms:modified xsi:type="dcterms:W3CDTF">2019-07-23T13:36:00Z</dcterms:modified>
</cp:coreProperties>
</file>